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4DA" w:rsidRDefault="006044DA" w:rsidP="006044DA">
      <w:pPr>
        <w:pStyle w:val="KeinLeerraum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Lehrgang:</w:t>
      </w:r>
      <w:r>
        <w:rPr>
          <w:rFonts w:ascii="Arial" w:hAnsi="Arial" w:cs="Arial"/>
          <w:b/>
          <w:sz w:val="36"/>
        </w:rPr>
        <w:tab/>
      </w:r>
      <w:r>
        <w:rPr>
          <w:rFonts w:ascii="Arial" w:hAnsi="Arial" w:cs="Arial"/>
          <w:b/>
          <w:sz w:val="36"/>
        </w:rPr>
        <w:tab/>
      </w:r>
      <w:r>
        <w:rPr>
          <w:rFonts w:ascii="Arial" w:hAnsi="Arial" w:cs="Arial"/>
          <w:b/>
          <w:sz w:val="36"/>
        </w:rPr>
        <w:tab/>
        <w:t>ABC- Einsatz</w:t>
      </w:r>
    </w:p>
    <w:p w:rsidR="006044DA" w:rsidRDefault="006044DA" w:rsidP="006044DA">
      <w:pPr>
        <w:pStyle w:val="KeinLeerraum"/>
        <w:rPr>
          <w:rFonts w:ascii="Arial" w:hAnsi="Arial" w:cs="Arial"/>
        </w:rPr>
      </w:pPr>
    </w:p>
    <w:p w:rsidR="006044DA" w:rsidRDefault="006044DA" w:rsidP="006044DA">
      <w:pPr>
        <w:pStyle w:val="KeinLeerraum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Thema: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Übungseinsatz C Kennzeichnung</w:t>
      </w:r>
    </w:p>
    <w:p w:rsidR="006044DA" w:rsidRDefault="006044DA" w:rsidP="006044DA">
      <w:pPr>
        <w:pStyle w:val="KeinLeerraum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Ausbildung: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praktisch </w:t>
      </w:r>
    </w:p>
    <w:p w:rsidR="006044DA" w:rsidRDefault="006044DA" w:rsidP="006044DA">
      <w:pPr>
        <w:pStyle w:val="KeinLeerraum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Stundenplan: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90 min </w:t>
      </w:r>
      <w:r>
        <w:rPr>
          <w:rFonts w:ascii="Arial" w:hAnsi="Arial" w:cs="Arial"/>
        </w:rPr>
        <w:t>(2 Unterrichtsstunde)</w:t>
      </w:r>
    </w:p>
    <w:p w:rsidR="006044DA" w:rsidRDefault="006044DA" w:rsidP="006044DA">
      <w:pPr>
        <w:pStyle w:val="KeinLeerraum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Quelle: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FwDV 2</w:t>
      </w:r>
      <w:r w:rsidR="004C1F0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/ FwDV 500/ eigene Unterlagen</w:t>
      </w:r>
    </w:p>
    <w:p w:rsidR="006044DA" w:rsidRDefault="006044DA" w:rsidP="006044DA">
      <w:pPr>
        <w:pStyle w:val="KeinLeerraum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Ausbilder: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3</w:t>
      </w:r>
    </w:p>
    <w:p w:rsidR="006044DA" w:rsidRDefault="006044DA" w:rsidP="006044DA">
      <w:pPr>
        <w:pStyle w:val="KeinLeerraum"/>
        <w:rPr>
          <w:rFonts w:ascii="Arial" w:hAnsi="Arial" w:cs="Arial"/>
          <w:sz w:val="24"/>
        </w:rPr>
      </w:pPr>
    </w:p>
    <w:p w:rsidR="006044DA" w:rsidRDefault="006044DA" w:rsidP="006044DA">
      <w:pPr>
        <w:pStyle w:val="KeinLeerraum"/>
        <w:rPr>
          <w:rFonts w:ascii="Arial" w:hAnsi="Arial" w:cs="Arial"/>
          <w:sz w:val="24"/>
        </w:rPr>
      </w:pPr>
    </w:p>
    <w:p w:rsidR="006044DA" w:rsidRDefault="006044DA" w:rsidP="006044DA">
      <w:pPr>
        <w:pStyle w:val="KeinLeerraum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Übung 1. Abschlussübung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44DA" w:rsidTr="006044DA">
        <w:tc>
          <w:tcPr>
            <w:tcW w:w="9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DA" w:rsidRDefault="006044DA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5127625</wp:posOffset>
                      </wp:positionH>
                      <wp:positionV relativeFrom="paragraph">
                        <wp:posOffset>83185</wp:posOffset>
                      </wp:positionV>
                      <wp:extent cx="723265" cy="207010"/>
                      <wp:effectExtent l="0" t="0" r="19685" b="21590"/>
                      <wp:wrapNone/>
                      <wp:docPr id="3" name="Rechtec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265" cy="206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44DA" w:rsidRDefault="006044DA" w:rsidP="006044D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" o:spid="_x0000_s1026" style="position:absolute;margin-left:403.75pt;margin-top:6.55pt;width:56.95pt;height:1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" fillcolor="#ffc000" strokecolor="black [3213]" strokeweight="1.5pt">
                      <v:textbox inset=",0,,0">
                        <w:txbxContent>
                          <w:p w:rsidR="006044DA" w:rsidRDefault="006044DA" w:rsidP="006044D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sz w:val="24"/>
              </w:rPr>
              <w:t>Lage:</w:t>
            </w:r>
            <w:r>
              <w:rPr>
                <w:rFonts w:ascii="Arial" w:hAnsi="Arial" w:cs="Arial"/>
                <w:sz w:val="24"/>
              </w:rPr>
              <w:t xml:space="preserve"> VU Stückgut- Lkw</w:t>
            </w:r>
          </w:p>
          <w:p w:rsidR="006044DA" w:rsidRDefault="006044DA" w:rsidP="006044DA">
            <w:pPr>
              <w:pStyle w:val="KeinLeerraum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5120005</wp:posOffset>
                      </wp:positionH>
                      <wp:positionV relativeFrom="paragraph">
                        <wp:posOffset>118110</wp:posOffset>
                      </wp:positionV>
                      <wp:extent cx="723265" cy="207010"/>
                      <wp:effectExtent l="0" t="0" r="19685" b="21590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265" cy="206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044DA" w:rsidRDefault="006044DA" w:rsidP="006044D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" o:spid="_x0000_s1027" style="position:absolute;left:0;text-align:left;margin-left:403.15pt;margin-top:9.3pt;width:56.95pt;height:16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" fillcolor="#ffc000" strokecolor="windowText" strokeweight="1.5pt">
                      <v:textbox inset=",0,,0">
                        <w:txbxContent>
                          <w:p w:rsidR="006044DA" w:rsidRDefault="006044DA" w:rsidP="006044D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4"/>
              </w:rPr>
              <w:t>mehrere Versandstücke verloren</w:t>
            </w:r>
          </w:p>
          <w:p w:rsidR="006044DA" w:rsidRDefault="006044DA" w:rsidP="006044DA">
            <w:pPr>
              <w:pStyle w:val="KeinLeerraum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t>Ladepapiere im Fahrerhaus</w:t>
            </w:r>
          </w:p>
          <w:p w:rsidR="006044DA" w:rsidRDefault="006044DA" w:rsidP="006044DA">
            <w:pPr>
              <w:pStyle w:val="KeinLeerraum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Fass beschädigt → Flüssigkeit tritt aus </w:t>
            </w:r>
          </w:p>
          <w:p w:rsidR="006044DA" w:rsidRDefault="006044DA" w:rsidP="006044DA">
            <w:pPr>
              <w:pStyle w:val="KeinLeerraum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Behälter mit Feststoff beschädigt → Feststoff tritt aus</w:t>
            </w:r>
          </w:p>
          <w:p w:rsidR="006044DA" w:rsidRDefault="006044DA">
            <w:pPr>
              <w:pStyle w:val="KeinLeerraum"/>
              <w:ind w:left="720"/>
              <w:rPr>
                <w:rFonts w:ascii="Arial" w:hAnsi="Arial" w:cs="Arial"/>
                <w:sz w:val="24"/>
              </w:rPr>
            </w:pPr>
            <w:r>
              <w:rPr>
                <w:rFonts w:ascii="Arial" w:eastAsia="Times New Roman" w:hAnsi="Arial" w:cs="Arial"/>
                <w:noProof/>
                <w:lang w:eastAsia="de-DE"/>
              </w:rPr>
              <w:drawing>
                <wp:inline distT="0" distB="0" distL="0" distR="0">
                  <wp:extent cx="3212465" cy="1796415"/>
                  <wp:effectExtent l="0" t="0" r="6985" b="0"/>
                  <wp:docPr id="1" name="Grafik 1" descr="20161014_0808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2" descr="20161014_0808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2465" cy="179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44DA" w:rsidTr="006044DA">
        <w:tc>
          <w:tcPr>
            <w:tcW w:w="9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DA" w:rsidRDefault="006044DA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Ablauf</w:t>
            </w:r>
            <w:r>
              <w:rPr>
                <w:rFonts w:ascii="Arial" w:hAnsi="Arial" w:cs="Arial"/>
                <w:sz w:val="24"/>
              </w:rPr>
              <w:t>:</w:t>
            </w:r>
          </w:p>
          <w:p w:rsidR="006044DA" w:rsidRDefault="006044DA" w:rsidP="006044DA">
            <w:pPr>
              <w:pStyle w:val="KeinLeerraum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Einteilung der Teilnehmer</w:t>
            </w:r>
          </w:p>
          <w:p w:rsidR="006044DA" w:rsidRDefault="006044DA" w:rsidP="006044DA">
            <w:pPr>
              <w:pStyle w:val="KeinLeerraum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Einweisung in Lage</w:t>
            </w:r>
          </w:p>
        </w:tc>
      </w:tr>
      <w:tr w:rsidR="006044DA" w:rsidTr="006044DA">
        <w:tc>
          <w:tcPr>
            <w:tcW w:w="9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DA" w:rsidRDefault="006044DA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Maßnahmen</w:t>
            </w:r>
            <w:r>
              <w:rPr>
                <w:rFonts w:ascii="Arial" w:hAnsi="Arial" w:cs="Arial"/>
                <w:sz w:val="24"/>
              </w:rPr>
              <w:t>:</w:t>
            </w:r>
          </w:p>
          <w:p w:rsidR="006044DA" w:rsidRDefault="006044DA">
            <w:pPr>
              <w:pStyle w:val="KeinLeerraum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Ausbilder 1 Gesamtkoordinierung</w:t>
            </w:r>
          </w:p>
          <w:p w:rsidR="006044DA" w:rsidRDefault="006044DA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</w:rPr>
              <w:t>HLF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</w:rPr>
              <w:t>10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(Stärke 1/7) (Ausbilder 2)</w:t>
            </w:r>
          </w:p>
          <w:p w:rsidR="006044DA" w:rsidRDefault="006044DA" w:rsidP="006044DA">
            <w:pPr>
              <w:pStyle w:val="KeinLeerraum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GAMS </w:t>
            </w:r>
          </w:p>
          <w:p w:rsidR="006044DA" w:rsidRDefault="006044DA" w:rsidP="006044DA">
            <w:pPr>
              <w:pStyle w:val="KeinLeerraum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  <w:r w:rsidR="004C1F00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- fach Brandschutz</w:t>
            </w:r>
          </w:p>
          <w:p w:rsidR="006044DA" w:rsidRDefault="006044DA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</w:rPr>
              <w:t>ABC- Zug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(Ausbilder 3)</w:t>
            </w:r>
          </w:p>
          <w:p w:rsidR="006044DA" w:rsidRDefault="006044DA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Aufbau Standard- Dekon</w:t>
            </w:r>
          </w:p>
          <w:p w:rsidR="006044DA" w:rsidRDefault="006044DA" w:rsidP="006044DA">
            <w:pPr>
              <w:pStyle w:val="KeinLeerraum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Trp´s mit Form 3 (CSA) </w:t>
            </w:r>
          </w:p>
          <w:p w:rsidR="006044DA" w:rsidRDefault="006044DA" w:rsidP="006044DA">
            <w:pPr>
              <w:pStyle w:val="KeinLeerraum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Erkundung Umfeld, Ladefläche, Ladepapiere</w:t>
            </w:r>
          </w:p>
          <w:p w:rsidR="006044DA" w:rsidRDefault="006044DA" w:rsidP="006044DA">
            <w:pPr>
              <w:pStyle w:val="KeinLeerraum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abdichten Leckage Fass</w:t>
            </w:r>
          </w:p>
          <w:p w:rsidR="006044DA" w:rsidRDefault="006044DA" w:rsidP="006044DA">
            <w:pPr>
              <w:pStyle w:val="KeinLeerraum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Aufnehmen Feststoff </w:t>
            </w:r>
          </w:p>
          <w:p w:rsidR="006044DA" w:rsidRDefault="006044DA" w:rsidP="006044DA">
            <w:pPr>
              <w:pStyle w:val="KeinLeerraum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umpumpen Fass/ Fasspumpe</w:t>
            </w:r>
          </w:p>
          <w:p w:rsidR="006044DA" w:rsidRDefault="006044DA" w:rsidP="006044DA">
            <w:pPr>
              <w:pStyle w:val="KeinLeerraum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Sortierung Stückgut beschädigt/ unbeschädigt</w:t>
            </w:r>
          </w:p>
          <w:p w:rsidR="006044DA" w:rsidRDefault="006044DA">
            <w:pPr>
              <w:pStyle w:val="KeinLeerraum"/>
              <w:ind w:left="3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Betrieb Standard- Dekon</w:t>
            </w:r>
          </w:p>
          <w:p w:rsidR="006044DA" w:rsidRDefault="006044DA" w:rsidP="006044DA">
            <w:pPr>
              <w:pStyle w:val="KeinLeerraum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Trp mit Form 2 (Baumwollanzüge, rot) ABEK- Filter/ Helm</w:t>
            </w:r>
          </w:p>
          <w:p w:rsidR="006044DA" w:rsidRDefault="006044DA" w:rsidP="006044DA">
            <w:pPr>
              <w:pStyle w:val="KeinLeerraum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Aufbau Geräteübergabe an der Not- Dekon</w:t>
            </w:r>
          </w:p>
        </w:tc>
      </w:tr>
      <w:tr w:rsidR="004C1F00" w:rsidTr="006044DA">
        <w:tc>
          <w:tcPr>
            <w:tcW w:w="9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00" w:rsidRDefault="004C1F00">
            <w:pPr>
              <w:pStyle w:val="KeinLeerraum"/>
              <w:rPr>
                <w:rFonts w:ascii="Arial" w:hAnsi="Arial" w:cs="Arial"/>
                <w:b/>
                <w:sz w:val="24"/>
              </w:rPr>
            </w:pPr>
          </w:p>
        </w:tc>
      </w:tr>
      <w:tr w:rsidR="006044DA" w:rsidTr="006044DA">
        <w:tc>
          <w:tcPr>
            <w:tcW w:w="9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DA" w:rsidRDefault="006044DA">
            <w:pPr>
              <w:pStyle w:val="KeinLeerraum"/>
              <w:rPr>
                <w:rFonts w:ascii="Arial" w:hAnsi="Arial" w:cs="Arial"/>
                <w:b/>
                <w:sz w:val="24"/>
              </w:rPr>
            </w:pPr>
          </w:p>
          <w:p w:rsidR="006044DA" w:rsidRDefault="006044DA">
            <w:pPr>
              <w:pStyle w:val="KeinLeerraum"/>
              <w:rPr>
                <w:rFonts w:ascii="Arial" w:hAnsi="Arial" w:cs="Arial"/>
                <w:b/>
                <w:sz w:val="24"/>
              </w:rPr>
            </w:pPr>
          </w:p>
          <w:p w:rsidR="006044DA" w:rsidRDefault="006044DA">
            <w:pPr>
              <w:pStyle w:val="KeinLeerraum"/>
              <w:rPr>
                <w:rFonts w:ascii="Arial" w:hAnsi="Arial" w:cs="Arial"/>
                <w:b/>
                <w:sz w:val="24"/>
              </w:rPr>
            </w:pPr>
          </w:p>
        </w:tc>
      </w:tr>
      <w:tr w:rsidR="006044DA" w:rsidTr="006044DA">
        <w:tc>
          <w:tcPr>
            <w:tcW w:w="9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DA" w:rsidRDefault="006044DA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lastRenderedPageBreak/>
              <w:t xml:space="preserve">CSA Trp 1: </w:t>
            </w:r>
            <w:r>
              <w:rPr>
                <w:rFonts w:ascii="Arial" w:hAnsi="Arial" w:cs="Arial"/>
                <w:sz w:val="24"/>
              </w:rPr>
              <w:t>Auftrag Erkundung Ladepapiere; erste Maßnahmen zur Verhinderung der Ausbreitung; Sortierung Stückgut</w:t>
            </w:r>
          </w:p>
        </w:tc>
      </w:tr>
      <w:tr w:rsidR="006044DA" w:rsidTr="006044DA">
        <w:tc>
          <w:tcPr>
            <w:tcW w:w="9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DA" w:rsidRDefault="006044DA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CSA Trp 2: </w:t>
            </w:r>
            <w:r>
              <w:rPr>
                <w:rFonts w:ascii="Arial" w:hAnsi="Arial" w:cs="Arial"/>
                <w:sz w:val="24"/>
              </w:rPr>
              <w:t xml:space="preserve">Sicherheitstrupp; abdichten umpumpen Leckage; </w:t>
            </w:r>
          </w:p>
        </w:tc>
      </w:tr>
      <w:tr w:rsidR="006044DA" w:rsidTr="006044DA">
        <w:tc>
          <w:tcPr>
            <w:tcW w:w="9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DA" w:rsidRDefault="006044DA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CSA Trp 3: </w:t>
            </w:r>
            <w:r>
              <w:rPr>
                <w:rFonts w:ascii="Arial" w:hAnsi="Arial" w:cs="Arial"/>
                <w:sz w:val="24"/>
              </w:rPr>
              <w:t xml:space="preserve">Sicherheitstrupp; evtl. Mayday </w:t>
            </w:r>
          </w:p>
        </w:tc>
      </w:tr>
      <w:tr w:rsidR="006044DA" w:rsidTr="006044DA">
        <w:tc>
          <w:tcPr>
            <w:tcW w:w="9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DA" w:rsidRDefault="006044DA">
            <w:pPr>
              <w:pStyle w:val="KeinLeerraum"/>
              <w:rPr>
                <w:rFonts w:ascii="Arial" w:hAnsi="Arial" w:cs="Arial"/>
                <w:sz w:val="24"/>
              </w:rPr>
            </w:pPr>
          </w:p>
        </w:tc>
      </w:tr>
      <w:tr w:rsidR="006044DA" w:rsidTr="006044DA">
        <w:tc>
          <w:tcPr>
            <w:tcW w:w="9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DA" w:rsidRDefault="006044DA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Fahrzeuge</w:t>
            </w:r>
            <w:r>
              <w:rPr>
                <w:rFonts w:ascii="Arial" w:hAnsi="Arial" w:cs="Arial"/>
                <w:sz w:val="24"/>
              </w:rPr>
              <w:t>: GW- G; AB- AS; HLF 10</w:t>
            </w:r>
          </w:p>
        </w:tc>
      </w:tr>
    </w:tbl>
    <w:p w:rsidR="00FA6CF5" w:rsidRPr="005714B4" w:rsidRDefault="006044DA" w:rsidP="005714B4">
      <w:r>
        <w:rPr>
          <w:rFonts w:ascii="Arial" w:hAnsi="Arial" w:cs="Arial"/>
          <w:sz w:val="24"/>
        </w:rPr>
        <w:tab/>
      </w:r>
      <w:bookmarkStart w:id="0" w:name="_GoBack"/>
      <w:bookmarkEnd w:id="0"/>
    </w:p>
    <w:sectPr w:rsidR="00FA6CF5" w:rsidRPr="005714B4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8C8" w:rsidRDefault="00C048C8" w:rsidP="00D86066">
      <w:pPr>
        <w:spacing w:after="0" w:line="240" w:lineRule="auto"/>
      </w:pPr>
      <w:r>
        <w:separator/>
      </w:r>
    </w:p>
  </w:endnote>
  <w:end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8C8" w:rsidRDefault="00C048C8" w:rsidP="00D86066">
      <w:pPr>
        <w:spacing w:after="0" w:line="240" w:lineRule="auto"/>
      </w:pPr>
      <w:r>
        <w:separator/>
      </w:r>
    </w:p>
  </w:footnote>
  <w:foot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66" w:rsidRDefault="00D86066" w:rsidP="00567BAA">
    <w:pPr>
      <w:pStyle w:val="Kopfzeile"/>
      <w:rPr>
        <w:color w:val="808080" w:themeColor="background1" w:themeShade="80"/>
      </w:rPr>
    </w:pPr>
    <w:r w:rsidRPr="00645420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58240" behindDoc="1" locked="0" layoutInCell="1" allowOverlap="1" wp14:anchorId="158CB741" wp14:editId="525EF6F4">
          <wp:simplePos x="0" y="0"/>
          <wp:positionH relativeFrom="margin">
            <wp:align>right</wp:align>
          </wp:positionH>
          <wp:positionV relativeFrom="paragraph">
            <wp:posOffset>-230505</wp:posOffset>
          </wp:positionV>
          <wp:extent cx="2086936" cy="836613"/>
          <wp:effectExtent l="0" t="0" r="8890" b="1905"/>
          <wp:wrapTight wrapText="bothSides">
            <wp:wrapPolygon edited="0">
              <wp:start x="0" y="0"/>
              <wp:lineTo x="0" y="21157"/>
              <wp:lineTo x="21495" y="21157"/>
              <wp:lineTo x="21495" y="0"/>
              <wp:lineTo x="0" y="0"/>
            </wp:wrapPolygon>
          </wp:wrapTight>
          <wp:docPr id="1026" name="Picture 2" descr="nabk_logo_1111_e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nabk_logo_1111_e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6936" cy="8366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324E53">
      <w:rPr>
        <w:color w:val="808080" w:themeColor="background1" w:themeShade="80"/>
      </w:rPr>
      <w:t>-ABC E</w:t>
    </w:r>
    <w:r w:rsidR="00531606">
      <w:rPr>
        <w:color w:val="808080" w:themeColor="background1" w:themeShade="80"/>
      </w:rPr>
      <w:t>insatz</w:t>
    </w:r>
    <w:r w:rsidR="00324E53">
      <w:rPr>
        <w:color w:val="808080" w:themeColor="background1" w:themeShade="80"/>
      </w:rPr>
      <w:t>-</w:t>
    </w:r>
  </w:p>
  <w:p w:rsidR="004C7F6F" w:rsidRPr="00645420" w:rsidRDefault="004C7F6F" w:rsidP="00567BAA"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  <w:t>Übungseinsätze C</w:t>
    </w:r>
  </w:p>
  <w:p w:rsidR="00D86066" w:rsidRPr="00D86066" w:rsidRDefault="00D86066" w:rsidP="00D86066">
    <w:pPr>
      <w:pStyle w:val="Kopfzeile"/>
      <w:jc w:val="right"/>
      <w:rPr>
        <w:color w:val="A6A6A6" w:themeColor="background1" w:themeShade="A6"/>
      </w:rPr>
    </w:pPr>
  </w:p>
  <w:p w:rsidR="00D86066" w:rsidRPr="00716F30" w:rsidRDefault="00716F30">
    <w:pPr>
      <w:pStyle w:val="Kopfzeile"/>
      <w:rPr>
        <w:color w:val="A6A6A6" w:themeColor="background1" w:themeShade="A6"/>
        <w:u w:val="single"/>
      </w:rPr>
    </w:pPr>
    <w:r>
      <w:rPr>
        <w:color w:val="A6A6A6" w:themeColor="background1" w:themeShade="A6"/>
        <w:u w:val="single"/>
      </w:rPr>
      <w:tab/>
    </w:r>
    <w:r>
      <w:rPr>
        <w:color w:val="A6A6A6" w:themeColor="background1" w:themeShade="A6"/>
        <w:u w:val="single"/>
      </w:rPr>
      <w:tab/>
    </w:r>
    <w:r w:rsidRPr="00716F30">
      <w:rPr>
        <w:color w:val="FFFFFF" w:themeColor="background1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41C8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FC11E7D"/>
    <w:multiLevelType w:val="hybridMultilevel"/>
    <w:tmpl w:val="92680688"/>
    <w:lvl w:ilvl="0" w:tplc="8ED6327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8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2815D8"/>
    <w:multiLevelType w:val="hybridMultilevel"/>
    <w:tmpl w:val="106685EC"/>
    <w:lvl w:ilvl="0" w:tplc="8ED63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E36DB"/>
    <w:multiLevelType w:val="hybridMultilevel"/>
    <w:tmpl w:val="677ED7B8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6A11A4E"/>
    <w:multiLevelType w:val="hybridMultilevel"/>
    <w:tmpl w:val="CB34262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F719BE"/>
    <w:multiLevelType w:val="hybridMultilevel"/>
    <w:tmpl w:val="39EC9804"/>
    <w:lvl w:ilvl="0" w:tplc="F11A0DE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E7243"/>
    <w:multiLevelType w:val="multilevel"/>
    <w:tmpl w:val="000ADFB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F1449E2"/>
    <w:multiLevelType w:val="hybridMultilevel"/>
    <w:tmpl w:val="8C7A892C"/>
    <w:lvl w:ilvl="0" w:tplc="882A450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64444"/>
    <w:multiLevelType w:val="multilevel"/>
    <w:tmpl w:val="90FA367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1440013"/>
    <w:multiLevelType w:val="hybridMultilevel"/>
    <w:tmpl w:val="A2704C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22A90"/>
    <w:multiLevelType w:val="hybridMultilevel"/>
    <w:tmpl w:val="B32652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066E99"/>
    <w:multiLevelType w:val="hybridMultilevel"/>
    <w:tmpl w:val="E81E6E5E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B7511CE"/>
    <w:multiLevelType w:val="hybridMultilevel"/>
    <w:tmpl w:val="CE40E660"/>
    <w:lvl w:ilvl="0" w:tplc="95403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D59E3"/>
    <w:multiLevelType w:val="hybridMultilevel"/>
    <w:tmpl w:val="DDFA4364"/>
    <w:lvl w:ilvl="0" w:tplc="4A4EEB1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40A4AAF"/>
    <w:multiLevelType w:val="hybridMultilevel"/>
    <w:tmpl w:val="A900E2F8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FE80E2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606A7FBF"/>
    <w:multiLevelType w:val="hybridMultilevel"/>
    <w:tmpl w:val="68BC8A74"/>
    <w:lvl w:ilvl="0" w:tplc="8422A05C">
      <w:start w:val="1"/>
      <w:numFmt w:val="lowerLetter"/>
      <w:lvlText w:val="%1)"/>
      <w:lvlJc w:val="left"/>
      <w:pPr>
        <w:tabs>
          <w:tab w:val="num" w:pos="1529"/>
        </w:tabs>
        <w:ind w:left="15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249"/>
        </w:tabs>
        <w:ind w:left="22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969"/>
        </w:tabs>
        <w:ind w:left="29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89"/>
        </w:tabs>
        <w:ind w:left="36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09"/>
        </w:tabs>
        <w:ind w:left="44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29"/>
        </w:tabs>
        <w:ind w:left="51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49"/>
        </w:tabs>
        <w:ind w:left="58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569"/>
        </w:tabs>
        <w:ind w:left="65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89"/>
        </w:tabs>
        <w:ind w:left="7289" w:hanging="180"/>
      </w:pPr>
    </w:lvl>
  </w:abstractNum>
  <w:abstractNum w:abstractNumId="17" w15:restartNumberingAfterBreak="0">
    <w:nsid w:val="616A5F19"/>
    <w:multiLevelType w:val="hybridMultilevel"/>
    <w:tmpl w:val="1FCAF4A8"/>
    <w:lvl w:ilvl="0" w:tplc="B7DE4DFC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8" w15:restartNumberingAfterBreak="0">
    <w:nsid w:val="64F30DB7"/>
    <w:multiLevelType w:val="hybridMultilevel"/>
    <w:tmpl w:val="D4D0BF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50BF8"/>
    <w:multiLevelType w:val="multilevel"/>
    <w:tmpl w:val="76B45A8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665E6D50"/>
    <w:multiLevelType w:val="hybridMultilevel"/>
    <w:tmpl w:val="D1565390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B060E71"/>
    <w:multiLevelType w:val="hybridMultilevel"/>
    <w:tmpl w:val="17F45898"/>
    <w:lvl w:ilvl="0" w:tplc="BEFE8BA8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2" w15:restartNumberingAfterBreak="0">
    <w:nsid w:val="7EC6401B"/>
    <w:multiLevelType w:val="hybridMultilevel"/>
    <w:tmpl w:val="B6BCF3E0"/>
    <w:lvl w:ilvl="0" w:tplc="F99433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12"/>
  </w:num>
  <w:num w:numId="4">
    <w:abstractNumId w:val="16"/>
  </w:num>
  <w:num w:numId="5">
    <w:abstractNumId w:val="14"/>
  </w:num>
  <w:num w:numId="6">
    <w:abstractNumId w:val="10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  <w:num w:numId="11">
    <w:abstractNumId w:val="11"/>
  </w:num>
  <w:num w:numId="12">
    <w:abstractNumId w:val="19"/>
  </w:num>
  <w:num w:numId="13">
    <w:abstractNumId w:val="6"/>
  </w:num>
  <w:num w:numId="14">
    <w:abstractNumId w:val="21"/>
  </w:num>
  <w:num w:numId="15">
    <w:abstractNumId w:val="17"/>
  </w:num>
  <w:num w:numId="16">
    <w:abstractNumId w:val="0"/>
  </w:num>
  <w:num w:numId="17">
    <w:abstractNumId w:val="15"/>
  </w:num>
  <w:num w:numId="18">
    <w:abstractNumId w:val="8"/>
  </w:num>
  <w:num w:numId="19">
    <w:abstractNumId w:val="20"/>
  </w:num>
  <w:num w:numId="20">
    <w:abstractNumId w:val="18"/>
  </w:num>
  <w:num w:numId="21">
    <w:abstractNumId w:val="13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66"/>
    <w:rsid w:val="000113A0"/>
    <w:rsid w:val="00052EAC"/>
    <w:rsid w:val="00074150"/>
    <w:rsid w:val="000F284A"/>
    <w:rsid w:val="001174D6"/>
    <w:rsid w:val="0011795B"/>
    <w:rsid w:val="001515A6"/>
    <w:rsid w:val="0016042C"/>
    <w:rsid w:val="00190499"/>
    <w:rsid w:val="001C018E"/>
    <w:rsid w:val="001C59FF"/>
    <w:rsid w:val="001E1599"/>
    <w:rsid w:val="002A4B00"/>
    <w:rsid w:val="002B081F"/>
    <w:rsid w:val="002B3CF6"/>
    <w:rsid w:val="00324E53"/>
    <w:rsid w:val="003406D3"/>
    <w:rsid w:val="003468B8"/>
    <w:rsid w:val="00367822"/>
    <w:rsid w:val="003D0E52"/>
    <w:rsid w:val="00422B97"/>
    <w:rsid w:val="0046478B"/>
    <w:rsid w:val="004C1F00"/>
    <w:rsid w:val="004C7F6F"/>
    <w:rsid w:val="004E013A"/>
    <w:rsid w:val="00512C57"/>
    <w:rsid w:val="00524D00"/>
    <w:rsid w:val="00531606"/>
    <w:rsid w:val="005609B8"/>
    <w:rsid w:val="00567BAA"/>
    <w:rsid w:val="00571179"/>
    <w:rsid w:val="005714B4"/>
    <w:rsid w:val="0059787C"/>
    <w:rsid w:val="005C6635"/>
    <w:rsid w:val="005F521C"/>
    <w:rsid w:val="00601269"/>
    <w:rsid w:val="006044DA"/>
    <w:rsid w:val="00645420"/>
    <w:rsid w:val="006651BD"/>
    <w:rsid w:val="00672D37"/>
    <w:rsid w:val="006B3B90"/>
    <w:rsid w:val="00716F30"/>
    <w:rsid w:val="00741EA2"/>
    <w:rsid w:val="00781458"/>
    <w:rsid w:val="00783AC3"/>
    <w:rsid w:val="007958FA"/>
    <w:rsid w:val="007D0089"/>
    <w:rsid w:val="009D6BFD"/>
    <w:rsid w:val="00A2573D"/>
    <w:rsid w:val="00A36118"/>
    <w:rsid w:val="00A5474D"/>
    <w:rsid w:val="00A7084A"/>
    <w:rsid w:val="00B03CF5"/>
    <w:rsid w:val="00B475AD"/>
    <w:rsid w:val="00B565A5"/>
    <w:rsid w:val="00B646AE"/>
    <w:rsid w:val="00B84135"/>
    <w:rsid w:val="00BF01C0"/>
    <w:rsid w:val="00C048C8"/>
    <w:rsid w:val="00C76EC2"/>
    <w:rsid w:val="00C929F7"/>
    <w:rsid w:val="00C930DE"/>
    <w:rsid w:val="00D02572"/>
    <w:rsid w:val="00D12029"/>
    <w:rsid w:val="00D550DB"/>
    <w:rsid w:val="00D86066"/>
    <w:rsid w:val="00DF4661"/>
    <w:rsid w:val="00E2673F"/>
    <w:rsid w:val="00E6497E"/>
    <w:rsid w:val="00EE1FB0"/>
    <w:rsid w:val="00F1263B"/>
    <w:rsid w:val="00F7031D"/>
    <w:rsid w:val="00FA6CF5"/>
    <w:rsid w:val="00FC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8C45EB7C-55BF-4C39-A881-E3476EAA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44DA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6066"/>
  </w:style>
  <w:style w:type="paragraph" w:styleId="Fuzeile">
    <w:name w:val="footer"/>
    <w:basedOn w:val="Standard"/>
    <w:link w:val="Fu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6066"/>
  </w:style>
  <w:style w:type="paragraph" w:styleId="StandardWeb">
    <w:name w:val="Normal (Web)"/>
    <w:basedOn w:val="Standard"/>
    <w:uiPriority w:val="99"/>
    <w:unhideWhenUsed/>
    <w:rsid w:val="00D860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D8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783A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57117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3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1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A9930-B5CE-4D16-897D-2A9E38FD6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F8292A1D.dotm</Template>
  <TotalTime>0</TotalTime>
  <Pages>2</Pages>
  <Words>161</Words>
  <Characters>1018</Characters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2017-01-11T17:57:00Z</cp:lastPrinted>
  <dcterms:created xsi:type="dcterms:W3CDTF">2017-03-26T10:46:00Z</dcterms:created>
  <dcterms:modified xsi:type="dcterms:W3CDTF">2017-03-27T06:13:00Z</dcterms:modified>
</cp:coreProperties>
</file>